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F6630" w14:textId="77777777" w:rsidR="0081742B" w:rsidRPr="000969D9" w:rsidRDefault="006E4CCE" w:rsidP="0081742B">
      <w:pPr>
        <w:pStyle w:val="Nagwek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1E01BA4C" wp14:editId="4354B79F">
            <wp:extent cx="5759450" cy="447428"/>
            <wp:effectExtent l="0" t="0" r="0" b="0"/>
            <wp:docPr id="2" name="Obraz 2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47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201289" w14:textId="77777777" w:rsidR="006E4CCE" w:rsidRPr="00497BD5" w:rsidRDefault="00FB014D" w:rsidP="0081742B">
      <w:pPr>
        <w:pStyle w:val="Nagwek"/>
        <w:spacing w:before="600" w:after="240"/>
        <w:jc w:val="right"/>
        <w:rPr>
          <w:rFonts w:ascii="Arial" w:hAnsi="Arial" w:cs="Arial"/>
          <w:b/>
        </w:rPr>
      </w:pPr>
      <w:r w:rsidRPr="000969D9">
        <w:rPr>
          <w:rFonts w:ascii="Arial" w:hAnsi="Arial" w:cs="Arial"/>
          <w:i/>
          <w:sz w:val="16"/>
          <w:szCs w:val="16"/>
        </w:rPr>
        <w:tab/>
      </w:r>
      <w:r w:rsidR="006E4CCE" w:rsidRPr="00497BD5">
        <w:rPr>
          <w:rFonts w:ascii="Arial" w:hAnsi="Arial" w:cs="Arial"/>
        </w:rPr>
        <w:t>Formularz nr 1</w:t>
      </w:r>
      <w:r w:rsidR="006E4CCE">
        <w:rPr>
          <w:rFonts w:ascii="Arial" w:hAnsi="Arial" w:cs="Arial"/>
        </w:rPr>
        <w:t>0</w:t>
      </w:r>
    </w:p>
    <w:p w14:paraId="5C73D61A" w14:textId="77777777" w:rsidR="006E4CCE" w:rsidRPr="00497BD5" w:rsidRDefault="006E4CCE" w:rsidP="006E4CCE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62E99675" w14:textId="77777777" w:rsidR="000969D9" w:rsidRPr="0081742B" w:rsidRDefault="006E4CCE" w:rsidP="0081742B">
      <w:pPr>
        <w:tabs>
          <w:tab w:val="left" w:pos="615"/>
          <w:tab w:val="center" w:pos="2268"/>
          <w:tab w:val="center" w:pos="6804"/>
        </w:tabs>
        <w:spacing w:after="1320"/>
        <w:rPr>
          <w:rFonts w:ascii="Arial" w:hAnsi="Arial" w:cs="Arial"/>
          <w:i/>
          <w:sz w:val="16"/>
          <w:szCs w:val="16"/>
        </w:rPr>
      </w:pPr>
      <w:r w:rsidRPr="002662C0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>/Partnera</w:t>
      </w:r>
      <w:r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ab/>
        <w:t>Miejscowość, data</w:t>
      </w:r>
    </w:p>
    <w:p w14:paraId="363DFFBD" w14:textId="77777777" w:rsidR="005C6DC2" w:rsidRPr="006E4CCE" w:rsidRDefault="000075A9" w:rsidP="0081742B">
      <w:pPr>
        <w:spacing w:after="480"/>
        <w:jc w:val="center"/>
        <w:rPr>
          <w:rFonts w:ascii="Arial" w:hAnsi="Arial" w:cs="Arial"/>
          <w:b/>
          <w:bCs/>
        </w:rPr>
      </w:pPr>
      <w:r w:rsidRPr="006E4CCE">
        <w:rPr>
          <w:rFonts w:ascii="Arial" w:hAnsi="Arial" w:cs="Arial"/>
          <w:b/>
        </w:rPr>
        <w:t xml:space="preserve">OŚWIADCZENIE </w:t>
      </w:r>
      <w:r w:rsidR="005C6DC2" w:rsidRPr="006E4CCE">
        <w:rPr>
          <w:rFonts w:ascii="Arial" w:hAnsi="Arial" w:cs="Arial"/>
          <w:b/>
          <w:bCs/>
        </w:rPr>
        <w:t xml:space="preserve">O OTRZYMANEJ POMOCY </w:t>
      </w:r>
      <w:r w:rsidR="005C6DC2" w:rsidRPr="006E4CCE">
        <w:rPr>
          <w:rFonts w:ascii="Arial" w:hAnsi="Arial" w:cs="Arial"/>
          <w:b/>
        </w:rPr>
        <w:t>DE MINIMIS</w:t>
      </w:r>
      <w:r w:rsidR="00694731" w:rsidRPr="006E4CCE">
        <w:rPr>
          <w:rFonts w:ascii="Arial" w:hAnsi="Arial" w:cs="Arial"/>
          <w:b/>
        </w:rPr>
        <w:t xml:space="preserve"> </w:t>
      </w:r>
    </w:p>
    <w:p w14:paraId="0388CB75" w14:textId="77777777" w:rsidR="005C6DC2" w:rsidRPr="006E4CCE" w:rsidRDefault="005C6DC2" w:rsidP="005C6DC2">
      <w:pPr>
        <w:rPr>
          <w:rFonts w:ascii="Arial" w:hAnsi="Arial" w:cs="Arial"/>
          <w:spacing w:val="20"/>
        </w:rPr>
      </w:pPr>
    </w:p>
    <w:p w14:paraId="31F1FA28" w14:textId="41A5308C" w:rsidR="005C6DC2" w:rsidRPr="006E4CCE" w:rsidRDefault="005C6DC2" w:rsidP="004C0FEC">
      <w:pPr>
        <w:spacing w:line="276" w:lineRule="auto"/>
        <w:jc w:val="both"/>
        <w:rPr>
          <w:rFonts w:ascii="Arial" w:hAnsi="Arial" w:cs="Arial"/>
        </w:rPr>
      </w:pPr>
      <w:r w:rsidRPr="006E4CCE">
        <w:rPr>
          <w:rFonts w:ascii="Arial" w:hAnsi="Arial" w:cs="Arial"/>
        </w:rPr>
        <w:t>W związku z ubieganiem się</w:t>
      </w:r>
      <w:r w:rsidR="006E4CCE">
        <w:rPr>
          <w:rFonts w:ascii="Arial" w:hAnsi="Arial" w:cs="Arial"/>
        </w:rPr>
        <w:t xml:space="preserve"> ………………………………………………….. </w:t>
      </w:r>
      <w:r w:rsidRPr="006E4CCE">
        <w:rPr>
          <w:rFonts w:ascii="Arial" w:hAnsi="Arial" w:cs="Arial"/>
          <w:iCs/>
        </w:rPr>
        <w:t>(</w:t>
      </w:r>
      <w:r w:rsidRPr="000B2D92">
        <w:rPr>
          <w:rFonts w:ascii="Arial" w:hAnsi="Arial" w:cs="Arial"/>
          <w:i/>
          <w:iCs/>
        </w:rPr>
        <w:t xml:space="preserve">nazwa </w:t>
      </w:r>
      <w:r w:rsidR="00185929">
        <w:rPr>
          <w:rFonts w:ascii="Arial" w:hAnsi="Arial" w:cs="Arial"/>
          <w:i/>
          <w:iCs/>
        </w:rPr>
        <w:t>w</w:t>
      </w:r>
      <w:r w:rsidRPr="000B2D92">
        <w:rPr>
          <w:rFonts w:ascii="Arial" w:hAnsi="Arial" w:cs="Arial"/>
          <w:i/>
          <w:iCs/>
        </w:rPr>
        <w:t>nioskodawcy/</w:t>
      </w:r>
      <w:r w:rsidR="00185929">
        <w:rPr>
          <w:rFonts w:ascii="Arial" w:hAnsi="Arial" w:cs="Arial"/>
          <w:i/>
          <w:iCs/>
        </w:rPr>
        <w:t>p</w:t>
      </w:r>
      <w:r w:rsidRPr="000B2D92">
        <w:rPr>
          <w:rFonts w:ascii="Arial" w:hAnsi="Arial" w:cs="Arial"/>
          <w:i/>
          <w:iCs/>
        </w:rPr>
        <w:t>artnera</w:t>
      </w:r>
      <w:r w:rsidRPr="006E4CCE">
        <w:rPr>
          <w:rFonts w:ascii="Arial" w:hAnsi="Arial" w:cs="Arial"/>
        </w:rPr>
        <w:t>)</w:t>
      </w:r>
      <w:r w:rsidR="006E4CCE">
        <w:rPr>
          <w:rFonts w:ascii="Arial" w:hAnsi="Arial" w:cs="Arial"/>
        </w:rPr>
        <w:t xml:space="preserve"> </w:t>
      </w:r>
      <w:r w:rsidRPr="006E4CCE">
        <w:rPr>
          <w:rFonts w:ascii="Arial" w:hAnsi="Arial" w:cs="Arial"/>
        </w:rPr>
        <w:t xml:space="preserve">o przyznanie dofinansowania w ramach Programu Fundusze Europejskie dla Śląskiego 2021-2027 na realizację projektu </w:t>
      </w:r>
      <w:r w:rsidRPr="006E4CCE">
        <w:rPr>
          <w:rFonts w:ascii="Arial" w:hAnsi="Arial" w:cs="Arial"/>
          <w:iCs/>
        </w:rPr>
        <w:t>nr</w:t>
      </w:r>
      <w:r w:rsidR="006E4CCE">
        <w:rPr>
          <w:rFonts w:ascii="Arial" w:hAnsi="Arial" w:cs="Arial"/>
          <w:iCs/>
        </w:rPr>
        <w:t> </w:t>
      </w:r>
      <w:r w:rsidRPr="006E4CCE">
        <w:rPr>
          <w:rFonts w:ascii="Arial" w:hAnsi="Arial" w:cs="Arial"/>
          <w:iCs/>
        </w:rPr>
        <w:t xml:space="preserve"> </w:t>
      </w:r>
      <w:r w:rsidR="006E4CCE">
        <w:rPr>
          <w:rFonts w:ascii="Arial" w:hAnsi="Arial" w:cs="Arial"/>
          <w:iCs/>
        </w:rPr>
        <w:t>……………………………………………………….</w:t>
      </w:r>
      <w:r w:rsidR="00850DF8" w:rsidRPr="006E4CCE">
        <w:rPr>
          <w:rFonts w:ascii="Arial" w:hAnsi="Arial" w:cs="Arial"/>
          <w:iCs/>
        </w:rPr>
        <w:t xml:space="preserve"> </w:t>
      </w:r>
      <w:r w:rsidRPr="006E4CCE">
        <w:rPr>
          <w:rFonts w:ascii="Arial" w:hAnsi="Arial" w:cs="Arial"/>
          <w:iCs/>
        </w:rPr>
        <w:t xml:space="preserve"> (</w:t>
      </w:r>
      <w:r w:rsidRPr="000B2D92">
        <w:rPr>
          <w:rFonts w:ascii="Arial" w:hAnsi="Arial" w:cs="Arial"/>
          <w:i/>
          <w:iCs/>
        </w:rPr>
        <w:t>nr wniosku</w:t>
      </w:r>
      <w:r w:rsidR="00850DF8" w:rsidRPr="000B2D92">
        <w:rPr>
          <w:rFonts w:ascii="Arial" w:hAnsi="Arial" w:cs="Arial"/>
          <w:i/>
          <w:iCs/>
        </w:rPr>
        <w:t xml:space="preserve"> </w:t>
      </w:r>
      <w:r w:rsidRPr="000B2D92">
        <w:rPr>
          <w:rFonts w:ascii="Arial" w:hAnsi="Arial" w:cs="Arial"/>
          <w:i/>
          <w:iCs/>
        </w:rPr>
        <w:t>o dofinansowanie</w:t>
      </w:r>
      <w:r w:rsidRPr="006E4CCE">
        <w:rPr>
          <w:rFonts w:ascii="Arial" w:hAnsi="Arial" w:cs="Arial"/>
          <w:iCs/>
        </w:rPr>
        <w:t>) pn.</w:t>
      </w:r>
      <w:r w:rsidR="006E4CCE">
        <w:rPr>
          <w:rFonts w:ascii="Arial" w:hAnsi="Arial" w:cs="Arial"/>
          <w:iCs/>
        </w:rPr>
        <w:t xml:space="preserve">  </w:t>
      </w:r>
      <w:r w:rsidRPr="006E4CCE">
        <w:rPr>
          <w:rFonts w:ascii="Arial" w:hAnsi="Arial" w:cs="Arial"/>
          <w:iCs/>
        </w:rPr>
        <w:t xml:space="preserve"> </w:t>
      </w:r>
      <w:r w:rsidR="006E4CCE">
        <w:rPr>
          <w:rFonts w:ascii="Arial" w:hAnsi="Arial" w:cs="Arial"/>
          <w:iCs/>
        </w:rPr>
        <w:t>………………………………..</w:t>
      </w:r>
      <w:r w:rsidRPr="006E4CCE">
        <w:rPr>
          <w:rFonts w:ascii="Arial" w:hAnsi="Arial" w:cs="Arial"/>
          <w:iCs/>
        </w:rPr>
        <w:t>(</w:t>
      </w:r>
      <w:r w:rsidRPr="000B2D92">
        <w:rPr>
          <w:rFonts w:ascii="Arial" w:hAnsi="Arial" w:cs="Arial"/>
          <w:i/>
          <w:iCs/>
        </w:rPr>
        <w:t>nazwa projektu</w:t>
      </w:r>
      <w:r w:rsidR="001802BF" w:rsidRPr="006E4CCE">
        <w:rPr>
          <w:rFonts w:ascii="Arial" w:hAnsi="Arial" w:cs="Arial"/>
          <w:iCs/>
        </w:rPr>
        <w:t xml:space="preserve">) </w:t>
      </w:r>
      <w:r w:rsidRPr="006E4CCE">
        <w:rPr>
          <w:rFonts w:ascii="Arial" w:hAnsi="Arial" w:cs="Arial"/>
        </w:rPr>
        <w:t xml:space="preserve">oświadczam, że w okresie ostatnich trzech lat </w:t>
      </w:r>
      <w:r w:rsidR="0021468B">
        <w:rPr>
          <w:rFonts w:ascii="Arial" w:hAnsi="Arial" w:cs="Arial"/>
        </w:rPr>
        <w:t xml:space="preserve">podatkowych </w:t>
      </w:r>
      <w:r w:rsidR="000A10E5">
        <w:rPr>
          <w:rFonts w:ascii="Arial" w:hAnsi="Arial" w:cs="Arial"/>
        </w:rPr>
        <w:t>podmiotowi</w:t>
      </w:r>
      <w:r w:rsidR="00CA0A84">
        <w:rPr>
          <w:rStyle w:val="Odwoanieprzypisudolnego"/>
          <w:rFonts w:ascii="Arial" w:hAnsi="Arial"/>
        </w:rPr>
        <w:footnoteReference w:id="1"/>
      </w:r>
      <w:r w:rsidR="000A10E5">
        <w:rPr>
          <w:rFonts w:ascii="Arial" w:hAnsi="Arial" w:cs="Arial"/>
        </w:rPr>
        <w:t xml:space="preserve"> (nazwa i NIP podmiotu otrzymującego pomoc de</w:t>
      </w:r>
      <w:r w:rsidR="000B2D92">
        <w:rPr>
          <w:rFonts w:ascii="Arial" w:hAnsi="Arial" w:cs="Arial"/>
        </w:rPr>
        <w:t> </w:t>
      </w:r>
      <w:r w:rsidR="000A10E5">
        <w:rPr>
          <w:rFonts w:ascii="Arial" w:hAnsi="Arial" w:cs="Arial"/>
        </w:rPr>
        <w:t xml:space="preserve">minimis) </w:t>
      </w:r>
      <w:r w:rsidRPr="006E4CCE">
        <w:rPr>
          <w:rFonts w:ascii="Arial" w:hAnsi="Arial" w:cs="Arial"/>
        </w:rPr>
        <w:t xml:space="preserve">została </w:t>
      </w:r>
      <w:r w:rsidR="000A10E5">
        <w:rPr>
          <w:rFonts w:ascii="Arial" w:hAnsi="Arial" w:cs="Arial"/>
        </w:rPr>
        <w:t>-</w:t>
      </w:r>
      <w:r w:rsidR="000A10E5" w:rsidRPr="006E4CCE">
        <w:rPr>
          <w:rFonts w:ascii="Arial" w:hAnsi="Arial" w:cs="Arial"/>
        </w:rPr>
        <w:t xml:space="preserve"> </w:t>
      </w:r>
      <w:r w:rsidRPr="006E4CCE">
        <w:rPr>
          <w:rFonts w:ascii="Arial" w:hAnsi="Arial" w:cs="Arial"/>
        </w:rPr>
        <w:t>udzielona pomoc de minimis</w:t>
      </w:r>
      <w:r w:rsidR="001802BF" w:rsidRPr="006E4CCE">
        <w:rPr>
          <w:rStyle w:val="Odwoanieprzypisudolnego"/>
          <w:rFonts w:ascii="Arial" w:hAnsi="Arial" w:cs="Arial"/>
        </w:rPr>
        <w:footnoteReference w:id="2"/>
      </w:r>
      <w:r w:rsidRPr="006E4CCE">
        <w:rPr>
          <w:rFonts w:ascii="Arial" w:hAnsi="Arial" w:cs="Arial"/>
        </w:rPr>
        <w:t>:</w:t>
      </w:r>
    </w:p>
    <w:p w14:paraId="5894C845" w14:textId="77777777" w:rsidR="005C6DC2" w:rsidRPr="006E4CCE" w:rsidRDefault="006E4CCE" w:rsidP="004C0FE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ED3F18E" w14:textId="77777777" w:rsidR="0096590B" w:rsidRPr="006E4CCE" w:rsidRDefault="0096590B" w:rsidP="006E4CCE">
      <w:pPr>
        <w:pStyle w:val="Default"/>
        <w:tabs>
          <w:tab w:val="left" w:pos="1800"/>
        </w:tabs>
        <w:spacing w:before="60" w:line="312" w:lineRule="auto"/>
        <w:rPr>
          <w:rFonts w:ascii="Arial" w:hAnsi="Arial" w:cs="Arial"/>
        </w:rPr>
      </w:pPr>
    </w:p>
    <w:p w14:paraId="03E6C369" w14:textId="77777777" w:rsidR="0096590B" w:rsidRPr="006E4CCE" w:rsidRDefault="0096590B" w:rsidP="005C6DC2">
      <w:pPr>
        <w:pStyle w:val="Default"/>
        <w:spacing w:before="60" w:line="312" w:lineRule="auto"/>
        <w:rPr>
          <w:rFonts w:ascii="Arial" w:hAnsi="Arial" w:cs="Arial"/>
        </w:rPr>
      </w:pPr>
    </w:p>
    <w:p w14:paraId="46E3390F" w14:textId="77777777" w:rsidR="0019686D" w:rsidRPr="0081742B" w:rsidRDefault="00490DA9" w:rsidP="0081742B">
      <w:pPr>
        <w:pStyle w:val="Default"/>
        <w:spacing w:before="60" w:after="840" w:line="312" w:lineRule="auto"/>
        <w:rPr>
          <w:rFonts w:ascii="Arial" w:hAnsi="Arial" w:cs="Arial"/>
        </w:rPr>
      </w:pPr>
      <w:r w:rsidRPr="006E4CCE">
        <w:rPr>
          <w:rFonts w:ascii="Arial" w:hAnsi="Arial" w:cs="Arial"/>
        </w:rPr>
        <w:t>Jestem świadomy odpowiedzialności karnej za złożenie fałszywych oświadczeń</w:t>
      </w:r>
      <w:r w:rsidR="00A27DFE">
        <w:rPr>
          <w:rFonts w:ascii="Arial" w:hAnsi="Arial" w:cs="Arial"/>
        </w:rPr>
        <w:t>.</w:t>
      </w:r>
      <w:r w:rsidRPr="006E4CCE">
        <w:rPr>
          <w:rFonts w:ascii="Arial" w:hAnsi="Arial" w:cs="Arial"/>
        </w:rPr>
        <w:t xml:space="preserve"> </w:t>
      </w:r>
    </w:p>
    <w:p w14:paraId="1610CAD8" w14:textId="77777777" w:rsidR="000969D9" w:rsidRPr="006E4CCE" w:rsidRDefault="002D2191" w:rsidP="0096590B">
      <w:pPr>
        <w:rPr>
          <w:rFonts w:ascii="Arial" w:hAnsi="Arial" w:cs="Arial"/>
          <w:sz w:val="20"/>
          <w:szCs w:val="20"/>
        </w:rPr>
      </w:pPr>
      <w:r w:rsidRPr="006E4CCE">
        <w:rPr>
          <w:rFonts w:ascii="Arial" w:hAnsi="Arial" w:cs="Arial"/>
          <w:sz w:val="20"/>
          <w:szCs w:val="20"/>
        </w:rPr>
        <w:t>(P</w:t>
      </w:r>
      <w:r w:rsidR="005C3EA2" w:rsidRPr="006E4CCE">
        <w:rPr>
          <w:rFonts w:ascii="Arial" w:hAnsi="Arial" w:cs="Arial"/>
          <w:sz w:val="20"/>
          <w:szCs w:val="20"/>
        </w:rPr>
        <w:t xml:space="preserve">odpis osoby upoważnionej do </w:t>
      </w:r>
      <w:r w:rsidR="00144328" w:rsidRPr="006E4CCE">
        <w:rPr>
          <w:rFonts w:ascii="Arial" w:hAnsi="Arial" w:cs="Arial"/>
          <w:sz w:val="20"/>
          <w:szCs w:val="20"/>
        </w:rPr>
        <w:t>składania oświadcze</w:t>
      </w:r>
      <w:r w:rsidR="00031C82" w:rsidRPr="006E4CCE">
        <w:rPr>
          <w:rFonts w:ascii="Arial" w:hAnsi="Arial" w:cs="Arial"/>
          <w:sz w:val="20"/>
          <w:szCs w:val="20"/>
        </w:rPr>
        <w:t>ń</w:t>
      </w:r>
      <w:r w:rsidR="00144328" w:rsidRPr="006E4CCE">
        <w:rPr>
          <w:rFonts w:ascii="Arial" w:hAnsi="Arial" w:cs="Arial"/>
          <w:sz w:val="20"/>
          <w:szCs w:val="20"/>
        </w:rPr>
        <w:t xml:space="preserve"> </w:t>
      </w:r>
    </w:p>
    <w:p w14:paraId="1D428482" w14:textId="77777777" w:rsidR="00136BCA" w:rsidRPr="0081742B" w:rsidRDefault="00144328" w:rsidP="0081742B">
      <w:pPr>
        <w:rPr>
          <w:rFonts w:ascii="Arial" w:hAnsi="Arial" w:cs="Arial"/>
          <w:sz w:val="20"/>
          <w:szCs w:val="20"/>
        </w:rPr>
      </w:pPr>
      <w:r w:rsidRPr="006E4CCE">
        <w:rPr>
          <w:rFonts w:ascii="Arial" w:hAnsi="Arial" w:cs="Arial"/>
          <w:sz w:val="20"/>
          <w:szCs w:val="20"/>
        </w:rPr>
        <w:t xml:space="preserve">w imieniu </w:t>
      </w:r>
      <w:r w:rsidR="005C3EA2" w:rsidRPr="006E4CCE">
        <w:rPr>
          <w:rFonts w:ascii="Arial" w:hAnsi="Arial" w:cs="Arial"/>
          <w:sz w:val="20"/>
          <w:szCs w:val="20"/>
        </w:rPr>
        <w:t>Wnioskodawcy</w:t>
      </w:r>
      <w:r w:rsidR="000969D9" w:rsidRPr="006E4CCE">
        <w:rPr>
          <w:rFonts w:ascii="Arial" w:hAnsi="Arial" w:cs="Arial"/>
          <w:sz w:val="20"/>
          <w:szCs w:val="20"/>
        </w:rPr>
        <w:t xml:space="preserve"> / Partnera</w:t>
      </w:r>
      <w:r w:rsidR="0096590B" w:rsidRPr="006E4CCE">
        <w:rPr>
          <w:rFonts w:ascii="Arial" w:hAnsi="Arial" w:cs="Arial"/>
          <w:sz w:val="20"/>
          <w:szCs w:val="20"/>
        </w:rPr>
        <w:t>)</w:t>
      </w:r>
    </w:p>
    <w:sectPr w:rsidR="00136BCA" w:rsidRPr="0081742B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0C0EBC" w14:textId="77777777" w:rsidR="005E2BB1" w:rsidRDefault="005E2BB1" w:rsidP="00F75F04">
      <w:r>
        <w:separator/>
      </w:r>
    </w:p>
  </w:endnote>
  <w:endnote w:type="continuationSeparator" w:id="0">
    <w:p w14:paraId="2451776B" w14:textId="77777777" w:rsidR="005E2BB1" w:rsidRDefault="005E2BB1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381FB" w14:textId="77777777" w:rsidR="005E2BB1" w:rsidRDefault="005E2BB1" w:rsidP="00F75F04">
      <w:r>
        <w:separator/>
      </w:r>
    </w:p>
  </w:footnote>
  <w:footnote w:type="continuationSeparator" w:id="0">
    <w:p w14:paraId="544B5A0B" w14:textId="77777777" w:rsidR="005E2BB1" w:rsidRDefault="005E2BB1" w:rsidP="00F75F04">
      <w:r>
        <w:continuationSeparator/>
      </w:r>
    </w:p>
  </w:footnote>
  <w:footnote w:id="1">
    <w:p w14:paraId="29813EDF" w14:textId="72F591A4" w:rsidR="00CA0A84" w:rsidRDefault="00CA0A8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Style w:val="markedcontent"/>
          <w:rFonts w:ascii="Arial" w:hAnsi="Arial" w:cs="Arial"/>
        </w:rPr>
        <w:t>Należy rozróżniać beneficjenta</w:t>
      </w:r>
      <w:r>
        <w:t xml:space="preserve"> </w:t>
      </w:r>
      <w:r>
        <w:rPr>
          <w:rStyle w:val="markedcontent"/>
          <w:rFonts w:ascii="Arial" w:hAnsi="Arial" w:cs="Arial"/>
        </w:rPr>
        <w:t>w rozumieniu regulacji funduszowych oraz beneficjenta w rozumieniu regulacji</w:t>
      </w:r>
      <w:r>
        <w:t xml:space="preserve"> </w:t>
      </w:r>
      <w:r>
        <w:rPr>
          <w:rStyle w:val="markedcontent"/>
          <w:rFonts w:ascii="Arial" w:hAnsi="Arial" w:cs="Arial"/>
        </w:rPr>
        <w:t>z zakresu pomocy publicznej/pomocy de minimis. Nie zawsze będzie to ten sam</w:t>
      </w:r>
      <w:r>
        <w:t xml:space="preserve"> </w:t>
      </w:r>
      <w:r>
        <w:rPr>
          <w:rStyle w:val="markedcontent"/>
          <w:rFonts w:ascii="Arial" w:hAnsi="Arial" w:cs="Arial"/>
        </w:rPr>
        <w:t>podmiot. Beneficjent funduszowy to podmiot, który otrzymuje wsparcie (który jest</w:t>
      </w:r>
      <w:r>
        <w:t xml:space="preserve"> </w:t>
      </w:r>
      <w:r>
        <w:rPr>
          <w:rStyle w:val="markedcontent"/>
          <w:rFonts w:ascii="Arial" w:hAnsi="Arial" w:cs="Arial"/>
        </w:rPr>
        <w:t>uprawniony do aplikowania o</w:t>
      </w:r>
      <w:r w:rsidR="00A02F57">
        <w:rPr>
          <w:rStyle w:val="markedcontent"/>
          <w:rFonts w:ascii="Arial" w:hAnsi="Arial" w:cs="Arial"/>
        </w:rPr>
        <w:t> </w:t>
      </w:r>
      <w:r>
        <w:rPr>
          <w:rStyle w:val="markedcontent"/>
          <w:rFonts w:ascii="Arial" w:hAnsi="Arial" w:cs="Arial"/>
        </w:rPr>
        <w:t>środki UE), natomiast w kontekście programów</w:t>
      </w:r>
      <w:r>
        <w:t xml:space="preserve"> </w:t>
      </w:r>
      <w:r>
        <w:rPr>
          <w:rStyle w:val="markedcontent"/>
          <w:rFonts w:ascii="Arial" w:hAnsi="Arial" w:cs="Arial"/>
        </w:rPr>
        <w:t>pomocy państwa, beneficjent – to przedsiębiorstwo, które otrzymuje pomoc.</w:t>
      </w:r>
    </w:p>
  </w:footnote>
  <w:footnote w:id="2">
    <w:p w14:paraId="2C0DB9A8" w14:textId="55293BB0" w:rsidR="00D83ADF" w:rsidRPr="006E4CCE" w:rsidRDefault="001802BF" w:rsidP="006E4CCE">
      <w:pPr>
        <w:pStyle w:val="Tekstprzypisudolnego"/>
        <w:spacing w:line="276" w:lineRule="auto"/>
        <w:rPr>
          <w:rFonts w:ascii="Arial" w:hAnsi="Arial" w:cs="Arial"/>
        </w:rPr>
      </w:pPr>
      <w:r w:rsidRPr="006E4CCE">
        <w:rPr>
          <w:rStyle w:val="Odwoanieprzypisudolnego"/>
          <w:rFonts w:ascii="Arial" w:hAnsi="Arial" w:cs="Arial"/>
        </w:rPr>
        <w:footnoteRef/>
      </w:r>
      <w:r w:rsidRPr="006E4CCE">
        <w:rPr>
          <w:rFonts w:ascii="Arial" w:hAnsi="Arial" w:cs="Arial"/>
        </w:rPr>
        <w:t xml:space="preserve"> W oświadczeniu należy wskazać informacje dotyczące otrzymanej pomocy de minimis</w:t>
      </w:r>
      <w:r w:rsidR="0096590B" w:rsidRPr="006E4CCE">
        <w:rPr>
          <w:rFonts w:ascii="Arial" w:hAnsi="Arial" w:cs="Arial"/>
        </w:rPr>
        <w:t xml:space="preserve"> w okresie ostatnich trzech lat </w:t>
      </w:r>
      <w:bookmarkStart w:id="0" w:name="_GoBack"/>
      <w:bookmarkEnd w:id="0"/>
      <w:r w:rsidR="009D05CA">
        <w:rPr>
          <w:rFonts w:ascii="Arial" w:hAnsi="Arial" w:cs="Arial"/>
        </w:rPr>
        <w:t xml:space="preserve">podatkowych </w:t>
      </w:r>
      <w:r w:rsidR="0096590B" w:rsidRPr="006E4CCE">
        <w:rPr>
          <w:rFonts w:ascii="Arial" w:hAnsi="Arial" w:cs="Arial"/>
        </w:rPr>
        <w:t>w szczególności</w:t>
      </w:r>
      <w:r w:rsidRPr="006E4CCE">
        <w:rPr>
          <w:rFonts w:ascii="Arial" w:hAnsi="Arial" w:cs="Arial"/>
        </w:rPr>
        <w:t>: dzień udzielenia pomocy, podmiot udzi</w:t>
      </w:r>
      <w:r w:rsidR="0096590B" w:rsidRPr="006E4CCE">
        <w:rPr>
          <w:rFonts w:ascii="Arial" w:hAnsi="Arial" w:cs="Arial"/>
        </w:rPr>
        <w:t>elający pomocy, podstawa prawna otrzymanej</w:t>
      </w:r>
      <w:r w:rsidRPr="006E4CCE">
        <w:rPr>
          <w:rFonts w:ascii="Arial" w:hAnsi="Arial" w:cs="Arial"/>
        </w:rPr>
        <w:t xml:space="preserve"> pomocy, forma pomocy, wartość otrzymanej pomocy z</w:t>
      </w:r>
      <w:r w:rsidR="0081742B">
        <w:rPr>
          <w:rFonts w:ascii="Arial" w:hAnsi="Arial" w:cs="Arial"/>
        </w:rPr>
        <w:t> </w:t>
      </w:r>
      <w:r w:rsidRPr="006E4CCE">
        <w:rPr>
          <w:rFonts w:ascii="Arial" w:hAnsi="Arial" w:cs="Arial"/>
        </w:rPr>
        <w:t xml:space="preserve">podziałem na kwotę dofinansowania brutto i netto oraz kwotę dofinansowania PLN i euro.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48E821FB"/>
    <w:multiLevelType w:val="hybridMultilevel"/>
    <w:tmpl w:val="9FC608A8"/>
    <w:lvl w:ilvl="0" w:tplc="04150007">
      <w:start w:val="1"/>
      <w:numFmt w:val="bullet"/>
      <w:lvlText w:val="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787"/>
        </w:tabs>
        <w:ind w:left="787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507"/>
        </w:tabs>
        <w:ind w:left="1507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227"/>
        </w:tabs>
        <w:ind w:left="2227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387"/>
        </w:tabs>
        <w:ind w:left="4387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5827"/>
        </w:tabs>
        <w:ind w:left="5827" w:hanging="360"/>
      </w:pPr>
      <w:rPr>
        <w:rFonts w:cs="Times New Roman"/>
      </w:rPr>
    </w:lvl>
  </w:abstractNum>
  <w:abstractNum w:abstractNumId="5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BF0"/>
    <w:rsid w:val="000075A9"/>
    <w:rsid w:val="00010CE1"/>
    <w:rsid w:val="000165DC"/>
    <w:rsid w:val="00016E90"/>
    <w:rsid w:val="00031C82"/>
    <w:rsid w:val="0004704F"/>
    <w:rsid w:val="00052074"/>
    <w:rsid w:val="0006187B"/>
    <w:rsid w:val="000652C1"/>
    <w:rsid w:val="000665DD"/>
    <w:rsid w:val="000741F8"/>
    <w:rsid w:val="00077B5B"/>
    <w:rsid w:val="00084AE0"/>
    <w:rsid w:val="000969D9"/>
    <w:rsid w:val="000A10E5"/>
    <w:rsid w:val="000A4E40"/>
    <w:rsid w:val="000B2D92"/>
    <w:rsid w:val="000C0C72"/>
    <w:rsid w:val="000D4BF0"/>
    <w:rsid w:val="000F59FA"/>
    <w:rsid w:val="00102AC0"/>
    <w:rsid w:val="0011245C"/>
    <w:rsid w:val="0012448B"/>
    <w:rsid w:val="00136BCA"/>
    <w:rsid w:val="001441A0"/>
    <w:rsid w:val="00144328"/>
    <w:rsid w:val="001802BF"/>
    <w:rsid w:val="00185929"/>
    <w:rsid w:val="0019686D"/>
    <w:rsid w:val="001A5144"/>
    <w:rsid w:val="001B100B"/>
    <w:rsid w:val="001C75CF"/>
    <w:rsid w:val="001F08BE"/>
    <w:rsid w:val="001F3C3E"/>
    <w:rsid w:val="001F7D87"/>
    <w:rsid w:val="00213EDF"/>
    <w:rsid w:val="0021468B"/>
    <w:rsid w:val="0023181C"/>
    <w:rsid w:val="00241B47"/>
    <w:rsid w:val="00243889"/>
    <w:rsid w:val="00244122"/>
    <w:rsid w:val="002455C7"/>
    <w:rsid w:val="00245F98"/>
    <w:rsid w:val="00265195"/>
    <w:rsid w:val="0029675B"/>
    <w:rsid w:val="002A04BD"/>
    <w:rsid w:val="002B6B33"/>
    <w:rsid w:val="002C34E6"/>
    <w:rsid w:val="002D2121"/>
    <w:rsid w:val="002D2191"/>
    <w:rsid w:val="002F6528"/>
    <w:rsid w:val="0030178C"/>
    <w:rsid w:val="003102EF"/>
    <w:rsid w:val="003161F8"/>
    <w:rsid w:val="003241AC"/>
    <w:rsid w:val="00332B9B"/>
    <w:rsid w:val="00377C96"/>
    <w:rsid w:val="003B3B84"/>
    <w:rsid w:val="003E2E5B"/>
    <w:rsid w:val="003E393B"/>
    <w:rsid w:val="003E55B2"/>
    <w:rsid w:val="003F210E"/>
    <w:rsid w:val="003F43FB"/>
    <w:rsid w:val="00413E00"/>
    <w:rsid w:val="00417C9A"/>
    <w:rsid w:val="00417E19"/>
    <w:rsid w:val="004469C1"/>
    <w:rsid w:val="00446FBD"/>
    <w:rsid w:val="004857DC"/>
    <w:rsid w:val="00490DA9"/>
    <w:rsid w:val="00491094"/>
    <w:rsid w:val="00492FFF"/>
    <w:rsid w:val="004937DD"/>
    <w:rsid w:val="004B0A00"/>
    <w:rsid w:val="004C0FEC"/>
    <w:rsid w:val="004C2315"/>
    <w:rsid w:val="004F2C1A"/>
    <w:rsid w:val="005033E1"/>
    <w:rsid w:val="005140C0"/>
    <w:rsid w:val="00520068"/>
    <w:rsid w:val="00545C42"/>
    <w:rsid w:val="00552865"/>
    <w:rsid w:val="00552948"/>
    <w:rsid w:val="00553986"/>
    <w:rsid w:val="00561B14"/>
    <w:rsid w:val="00563342"/>
    <w:rsid w:val="00565B9C"/>
    <w:rsid w:val="00587D41"/>
    <w:rsid w:val="00593F99"/>
    <w:rsid w:val="00596CEA"/>
    <w:rsid w:val="005A2769"/>
    <w:rsid w:val="005C173D"/>
    <w:rsid w:val="005C3EA2"/>
    <w:rsid w:val="005C6DC2"/>
    <w:rsid w:val="005C70E4"/>
    <w:rsid w:val="005E2BB1"/>
    <w:rsid w:val="005F0697"/>
    <w:rsid w:val="0060352D"/>
    <w:rsid w:val="00621EBA"/>
    <w:rsid w:val="0062322E"/>
    <w:rsid w:val="00636369"/>
    <w:rsid w:val="00642B85"/>
    <w:rsid w:val="0064696D"/>
    <w:rsid w:val="006471F6"/>
    <w:rsid w:val="00652C86"/>
    <w:rsid w:val="006712E4"/>
    <w:rsid w:val="00676DCD"/>
    <w:rsid w:val="00694731"/>
    <w:rsid w:val="006A419E"/>
    <w:rsid w:val="006A5CD1"/>
    <w:rsid w:val="006E4CCE"/>
    <w:rsid w:val="0071055E"/>
    <w:rsid w:val="007318A8"/>
    <w:rsid w:val="00755AAC"/>
    <w:rsid w:val="007679F5"/>
    <w:rsid w:val="007758D4"/>
    <w:rsid w:val="007827D5"/>
    <w:rsid w:val="00784457"/>
    <w:rsid w:val="00787F39"/>
    <w:rsid w:val="007D2FFF"/>
    <w:rsid w:val="007E4FA8"/>
    <w:rsid w:val="0081742B"/>
    <w:rsid w:val="00820558"/>
    <w:rsid w:val="008424E6"/>
    <w:rsid w:val="00850DF8"/>
    <w:rsid w:val="00860E20"/>
    <w:rsid w:val="008612D2"/>
    <w:rsid w:val="00880D31"/>
    <w:rsid w:val="00890966"/>
    <w:rsid w:val="00893AEB"/>
    <w:rsid w:val="008A3DB1"/>
    <w:rsid w:val="008A40C5"/>
    <w:rsid w:val="008A56F3"/>
    <w:rsid w:val="008B09D7"/>
    <w:rsid w:val="008B7D62"/>
    <w:rsid w:val="008C7B9B"/>
    <w:rsid w:val="008D0BFB"/>
    <w:rsid w:val="008E7F53"/>
    <w:rsid w:val="00916BC8"/>
    <w:rsid w:val="00943A0F"/>
    <w:rsid w:val="00943F79"/>
    <w:rsid w:val="00946547"/>
    <w:rsid w:val="00960B2E"/>
    <w:rsid w:val="0096590B"/>
    <w:rsid w:val="009979CB"/>
    <w:rsid w:val="009A18D4"/>
    <w:rsid w:val="009A6716"/>
    <w:rsid w:val="009A6F1B"/>
    <w:rsid w:val="009B0E46"/>
    <w:rsid w:val="009C1345"/>
    <w:rsid w:val="009D05CA"/>
    <w:rsid w:val="009D549C"/>
    <w:rsid w:val="009F1790"/>
    <w:rsid w:val="00A02F57"/>
    <w:rsid w:val="00A16DB2"/>
    <w:rsid w:val="00A25900"/>
    <w:rsid w:val="00A27DFE"/>
    <w:rsid w:val="00A52A94"/>
    <w:rsid w:val="00A63766"/>
    <w:rsid w:val="00A70B4C"/>
    <w:rsid w:val="00A714C7"/>
    <w:rsid w:val="00A76CDF"/>
    <w:rsid w:val="00A806E6"/>
    <w:rsid w:val="00AA2ABF"/>
    <w:rsid w:val="00AC75F8"/>
    <w:rsid w:val="00AD2220"/>
    <w:rsid w:val="00AF6EA0"/>
    <w:rsid w:val="00AF6F07"/>
    <w:rsid w:val="00B03F6C"/>
    <w:rsid w:val="00B04B85"/>
    <w:rsid w:val="00B2108C"/>
    <w:rsid w:val="00B336CB"/>
    <w:rsid w:val="00B3490C"/>
    <w:rsid w:val="00B4771A"/>
    <w:rsid w:val="00B73669"/>
    <w:rsid w:val="00B814E4"/>
    <w:rsid w:val="00BA2092"/>
    <w:rsid w:val="00BB6000"/>
    <w:rsid w:val="00C57997"/>
    <w:rsid w:val="00C67F40"/>
    <w:rsid w:val="00C703BA"/>
    <w:rsid w:val="00C7650E"/>
    <w:rsid w:val="00C964A7"/>
    <w:rsid w:val="00CA0A84"/>
    <w:rsid w:val="00CB1A70"/>
    <w:rsid w:val="00CC0221"/>
    <w:rsid w:val="00CD05EE"/>
    <w:rsid w:val="00CD1F33"/>
    <w:rsid w:val="00CD23F4"/>
    <w:rsid w:val="00CD6ED1"/>
    <w:rsid w:val="00CE79CC"/>
    <w:rsid w:val="00CF025C"/>
    <w:rsid w:val="00D1175D"/>
    <w:rsid w:val="00D30329"/>
    <w:rsid w:val="00D41AB4"/>
    <w:rsid w:val="00D556E1"/>
    <w:rsid w:val="00D62F89"/>
    <w:rsid w:val="00D70D5D"/>
    <w:rsid w:val="00D83ADF"/>
    <w:rsid w:val="00D86028"/>
    <w:rsid w:val="00DA4EE0"/>
    <w:rsid w:val="00DA7A14"/>
    <w:rsid w:val="00DB0DC2"/>
    <w:rsid w:val="00DD3A65"/>
    <w:rsid w:val="00E402BB"/>
    <w:rsid w:val="00E50553"/>
    <w:rsid w:val="00E53861"/>
    <w:rsid w:val="00E56E45"/>
    <w:rsid w:val="00E61989"/>
    <w:rsid w:val="00E76A0A"/>
    <w:rsid w:val="00EB37E5"/>
    <w:rsid w:val="00EB4F10"/>
    <w:rsid w:val="00EE0E63"/>
    <w:rsid w:val="00EF17F0"/>
    <w:rsid w:val="00EF3E7C"/>
    <w:rsid w:val="00F2324D"/>
    <w:rsid w:val="00F27484"/>
    <w:rsid w:val="00F54C46"/>
    <w:rsid w:val="00F6743A"/>
    <w:rsid w:val="00F75F04"/>
    <w:rsid w:val="00F83E0F"/>
    <w:rsid w:val="00F91185"/>
    <w:rsid w:val="00FA3B1B"/>
    <w:rsid w:val="00FB014D"/>
    <w:rsid w:val="00FE6EDF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F3551D"/>
  <w14:defaultImageDpi w14:val="0"/>
  <w15:docId w15:val="{0B7A01D7-0711-4D25-9DE3-42ADB060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markedcontent">
    <w:name w:val="markedcontent"/>
    <w:basedOn w:val="Domylnaczcionkaakapitu"/>
    <w:rsid w:val="00CA0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834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10.%20O&#347;wiadczenie%20o%20otrzymanej%20pomocy%20de%20minimis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c9f7d45f3530118462c591ea83a2f405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7416078405d3cf6c1c34bae6509b5e4e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D95F1C-00D4-45FF-8323-04EBB17C2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DEC93C-4FE8-41C3-80D6-CBB31B1452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5E693-078B-45C9-9DA4-DC6BB6391966}">
  <ds:schemaRefs>
    <ds:schemaRef ds:uri="http://schemas.microsoft.com/office/2006/documentManagement/types"/>
    <ds:schemaRef ds:uri="http://schemas.openxmlformats.org/package/2006/metadata/core-properties"/>
    <ds:schemaRef ds:uri="d4f64a22-a125-4b7a-afce-4a30c86a8f7c"/>
    <ds:schemaRef ds:uri="http://schemas.microsoft.com/office/2006/metadata/properties"/>
    <ds:schemaRef ds:uri="http://purl.org/dc/dcmitype/"/>
    <ds:schemaRef ds:uri="http://schemas.microsoft.com/office/infopath/2007/PartnerControls"/>
    <ds:schemaRef ds:uri="d47a4560-aee9-43e8-973f-2abd655c26a0"/>
    <ds:schemaRef ds:uri="http://www.w3.org/XML/1998/namespace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9262019-CC8C-4FAF-850B-5D7962CFE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Formularz nr 10. Oświadczenie o otrzymanej pomocy de minimis</Template>
  <TotalTime>7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10. Oświadczenie o otrzymanej pomocy de minimis</vt:lpstr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10. Oświadczenie o otrzymanej pomocy de minimis</dc:title>
  <dc:subject/>
  <dc:creator>Mikrut Monika</dc:creator>
  <cp:keywords/>
  <dc:description/>
  <cp:lastModifiedBy>Suliga Katarzyna</cp:lastModifiedBy>
  <cp:revision>7</cp:revision>
  <cp:lastPrinted>2023-03-28T08:35:00Z</cp:lastPrinted>
  <dcterms:created xsi:type="dcterms:W3CDTF">2024-03-04T08:55:00Z</dcterms:created>
  <dcterms:modified xsi:type="dcterms:W3CDTF">2024-03-14T12:24:00Z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